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348FA38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2020-2023 </w:t>
      </w:r>
    </w:p>
    <w:p w14:paraId="6A743604" w14:textId="42131A31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2020/2021</w:t>
      </w:r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FiR/I/A.10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0D6CCB" w:rsidR="0085747A" w:rsidRPr="003233A1" w:rsidRDefault="00C62884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33A1" w:rsidRPr="003233A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4D19556" w:rsidR="00015B8F" w:rsidRPr="003233A1" w:rsidRDefault="001502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33A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33A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972C43" w:rsidR="0085747A" w:rsidRPr="003233A1" w:rsidRDefault="001502B5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2D23FC5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</w:t>
            </w:r>
            <w:r w:rsidR="001502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R. Czaplewskiego,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yd. CedeWu,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nauk., J. Stacewicz, SGH,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F5AD" w14:textId="77777777" w:rsidR="00D5795B" w:rsidRDefault="00D5795B" w:rsidP="00C16ABF">
      <w:pPr>
        <w:spacing w:after="0" w:line="240" w:lineRule="auto"/>
      </w:pPr>
      <w:r>
        <w:separator/>
      </w:r>
    </w:p>
  </w:endnote>
  <w:endnote w:type="continuationSeparator" w:id="0">
    <w:p w14:paraId="74DC9EB1" w14:textId="77777777" w:rsidR="00D5795B" w:rsidRDefault="00D579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F0238" w14:textId="77777777" w:rsidR="00D5795B" w:rsidRDefault="00D5795B" w:rsidP="00C16ABF">
      <w:pPr>
        <w:spacing w:after="0" w:line="240" w:lineRule="auto"/>
      </w:pPr>
      <w:r>
        <w:separator/>
      </w:r>
    </w:p>
  </w:footnote>
  <w:footnote w:type="continuationSeparator" w:id="0">
    <w:p w14:paraId="4CA2CC79" w14:textId="77777777" w:rsidR="00D5795B" w:rsidRDefault="00D5795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2B5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D7353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2884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95B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E946CA-00E4-41EA-88F1-FA5AC92503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2020-10-23T11:13:00Z</dcterms:created>
  <dcterms:modified xsi:type="dcterms:W3CDTF">2021-11-03T04:29:00Z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